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rPr>
          <w:highlight w:val="cyan"/>
        </w:rPr>
      </w:pPr>
      <w:r>
        <w:rPr/>
        <w:t xml:space="preserve">Level 1: char </w:t>
      </w:r>
      <w:r>
        <w:rPr>
          <w:highlight w:val="cyan"/>
        </w:rPr>
        <w:t>highlight</w:t>
      </w:r>
    </w:p>
    <w:p>
      <w:pPr>
        <w:pStyle w:val="Normal"/>
        <w:numPr>
          <w:ilvl w:val="1"/>
          <w:numId w:val="1"/>
        </w:numPr>
        <w:rPr>
          <w:color w:val="339966"/>
          <w:shd w:fill="FFFF99" w:val="clear"/>
        </w:rPr>
      </w:pPr>
      <w:r>
        <w:rPr>
          <w:shd w:fill="FFFF99" w:val="clear"/>
        </w:rPr>
        <w:t>Level 2: char shd</w:t>
      </w:r>
    </w:p>
    <w:p>
      <w:pPr>
        <w:pStyle w:val="Normal"/>
        <w:numPr>
          <w:ilvl w:val="2"/>
          <w:numId w:val="1"/>
        </w:numPr>
        <w:rPr>
          <w:color w:val="FF9900"/>
          <w:shd w:fill="99CCFF" w:val="clear"/>
        </w:rPr>
      </w:pPr>
      <w:r>
        <w:rPr/>
        <w:t xml:space="preserve">Level 3: font </w:t>
      </w:r>
      <w:r>
        <w:rPr>
          <w:shd w:fill="99CCFF" w:val="clear"/>
        </w:rPr>
        <w:t>colour</w:t>
      </w:r>
    </w:p>
    <w:p>
      <w:pPr>
        <w:pStyle w:val="Normal"/>
        <w:numPr>
          <w:ilvl w:val="3"/>
          <w:numId w:val="1"/>
        </w:numPr>
        <w:shd w:val="clear" w:color="auto" w:fill="339966"/>
        <w:rPr/>
      </w:pPr>
      <w:r>
        <w:rPr/>
        <w:t>Level 4: para shd</w:t>
      </w:r>
    </w:p>
    <w:p>
      <w:pPr>
        <w:pStyle w:val="Normal"/>
        <w:numPr>
          <w:ilvl w:val="4"/>
          <w:numId w:val="1"/>
        </w:numPr>
        <w:rPr>
          <w:rStyle w:val="CustomCharStyleBackgroundBlue"/>
          <w:sz w:val="22"/>
        </w:rPr>
      </w:pPr>
      <w:r>
        <w:rPr/>
        <w:t xml:space="preserve">L5: </w:t>
      </w:r>
      <w:r>
        <w:rPr/>
        <w:t xml:space="preserve">style </w:t>
      </w:r>
      <w:r>
        <w:rPr>
          <w:rStyle w:val="CustomCharStyleBackgroundBlue"/>
        </w:rPr>
        <w:t>shd</w:t>
      </w:r>
    </w:p>
    <w:p>
      <w:pPr>
        <w:pStyle w:val="CustomParaStyleHighlightGreen"/>
        <w:numPr>
          <w:ilvl w:val="0"/>
          <w:numId w:val="1"/>
        </w:numPr>
        <w:rPr>
          <w:highlight w:val="none"/>
          <w:sz w:val="48"/>
        </w:rPr>
      </w:pPr>
      <w:r>
        <w:t>
				L1: 
			</w:t>
      </w:r>
      <w:r>
        <w:rPr>
          <w:highlight w:val="none"/>
        </w:rPr>
        <w:t>
  				cancelled
			</w:t>
      </w:r>
      <w:r>
        <w:t>
 highlight</w:t>
      </w:r>
    </w:p>
    <w:sectPr>
      <w:type w:val="nextPage"/>
      <w:pgSz w:orient="landscape" w:w="8391" w:h="5953"/>
      <w:pgMar w:left="873" w:right="873" w:header="0" w:top="663" w:footer="0" w:bottom="66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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noLeading/>
    <w:compatSetting w:name="compatibilityMode" w:uri="http://schemas.microsoft.com/office/word" w:val="12"/>
  </w:compat>
  <w:themeFontLang w:val="en-GB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0cb4"/>
    <w:pPr>
      <w:widowControl/>
      <w:bidi w:val="0"/>
      <w:spacing w:before="0" w:after="0"/>
      <w:jc w:val="left"/>
    </w:pPr>
    <w:rPr>
      <w:rFonts w:ascii="Liberation Sans" w:hAnsi="Liberation Sans" w:cs="Arial" w:eastAsia="Times New Roman"/>
      <w:color w:val="auto"/>
      <w:kern w:val="0"/>
      <w:sz w:val="48"/>
      <w:szCs w:val="22"/>
      <w:lang w:val="en-GB" w:eastAsia="en-GB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ustomCharStyleBackgroundBlue" w:customStyle="1">
    <w:name w:val="CustomCharStyleBackgroundBlue"/>
    <w:basedOn w:val="DefaultParagraphFont"/>
    <w:uiPriority w:val="99"/>
    <w:qFormat/>
    <w:rsid w:val="00ac6c9a"/>
    <w:rPr>
      <w:shd w:fill="3366FF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Unifont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ustomParaStyleHighlightGreen" w:customStyle="1">
    <w:name w:val="CustomParaStyleHighlightGreen"/>
    <w:basedOn w:val="Normal"/>
    <w:uiPriority w:val="99"/>
    <w:qFormat/>
    <w:rsid w:val="004012be"/>
    <w:pPr>
      <w:rPr>
        <w:highlight w:val="green"/>
      </w:rPr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Application>LibreOfficeDev/7.2.0.0.alpha0$Linux_X86_64 LibreOffice_project/93334607f21746854fb529b5b6018dc0822ec448</Application>
  <AppVersion>15.0000</AppVersion>
  <Pages>2</Pages>
  <Words>28</Words>
  <Characters>103</Characters>
  <CharactersWithSpaces>119</CharactersWithSpaces>
  <Paragraphs>6</Paragraphs>
  <Company>ZZZ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2021-01-28T08:38:00Z</dcterms:created>
  <dc:creator>JLAutoBuild</dc:creator>
  <dc:description/>
  <dc:language>en-US</dc:language>
  <cp:lastModifiedBy/>
  <dcterms:modified xsi:type="dcterms:W3CDTF">2021-01-29T12:49:44Z</dcterms:modified>
  <cp:revision>4</cp:revision>
  <dc:subject/>
  <dc:title>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